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法定代表人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(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或主要负责人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)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身份证明书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sz w:val="18"/>
          <w:szCs w:val="18"/>
        </w:rPr>
        <w:br w:type="textWrapping"/>
      </w:r>
      <w:r>
        <w:rPr>
          <w:rFonts w:hint="eastAsia"/>
          <w:sz w:val="18"/>
          <w:szCs w:val="18"/>
        </w:rPr>
        <w:t>　　　　　　</w:t>
      </w:r>
      <w:r>
        <w:rPr>
          <w:sz w:val="18"/>
          <w:szCs w:val="18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同志，现任我单位         职务，为我单位法定代表人(或主要负责人)。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　　　　　　　　　　　　　　　　　　(盖单位公章)　　　　　　　　　　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              二○   年   月   日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附：法定代表人(或主要负责人)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　　住址：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　　性别：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　　出生年月：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　　联系电话：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注：企业、事业单位、机关、团体的主要(行政)负责人为本单位的法定代表人。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050"/>
    <w:rsid w:val="004239FD"/>
    <w:rsid w:val="004B59DC"/>
    <w:rsid w:val="0056552A"/>
    <w:rsid w:val="007A130F"/>
    <w:rsid w:val="00842FC2"/>
    <w:rsid w:val="00914C94"/>
    <w:rsid w:val="00A50050"/>
    <w:rsid w:val="00C037F7"/>
    <w:rsid w:val="00E95E3A"/>
    <w:rsid w:val="00F45229"/>
    <w:rsid w:val="3FEF9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customStyle="1" w:styleId="8">
    <w:name w:val="Header Char"/>
    <w:basedOn w:val="6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6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</Company>
  <Pages>1</Pages>
  <Words>36</Words>
  <Characters>210</Characters>
  <Lines>0</Lines>
  <Paragraphs>0</Paragraphs>
  <TotalTime>39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2013-04-15T10:06:00Z</dcterms:created>
  <dc:creator>acan</dc:creator>
  <cp:lastModifiedBy>sthjj</cp:lastModifiedBy>
  <dcterms:modified xsi:type="dcterms:W3CDTF">2025-03-14T09:52:27Z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